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BCF" w:rsidRDefault="00C852E5">
      <w:pPr>
        <w:rPr>
          <w:b/>
          <w:spacing w:val="60"/>
          <w:sz w:val="56"/>
          <w:szCs w:val="5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pacing w:val="60"/>
          <w:sz w:val="56"/>
          <w:szCs w:val="5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I asked the monk who cannot see what is colour like?</w:t>
      </w:r>
    </w:p>
    <w:p w:rsidR="00C852E5" w:rsidRDefault="00C852E5">
      <w:pPr>
        <w:rPr>
          <w:b/>
          <w:spacing w:val="60"/>
          <w:sz w:val="56"/>
          <w:szCs w:val="5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C852E5">
        <w:rPr>
          <w:b/>
          <w:noProof/>
          <w:spacing w:val="60"/>
          <w:sz w:val="44"/>
          <w:szCs w:val="44"/>
          <w:lang w:eastAsia="en-NZ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A169A" wp14:editId="08B1E10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286375" cy="36671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6375" cy="3667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52E5" w:rsidRDefault="00C852E5">
                            <w:pPr>
                              <w:rPr>
                                <w:b/>
                                <w:color w:val="4F81BD" w:themeColor="accent1"/>
                                <w:spacing w:val="20"/>
                                <w:sz w:val="32"/>
                                <w:szCs w:val="3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pacing w:val="20"/>
                                <w:sz w:val="32"/>
                                <w:szCs w:val="3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I asked the monk who cannot see what is colour like?</w:t>
                            </w:r>
                          </w:p>
                          <w:p w:rsidR="00C852E5" w:rsidRPr="00C852E5" w:rsidRDefault="00C852E5">
                            <w:pPr>
                              <w:rPr>
                                <w:b/>
                                <w:color w:val="4F81BD" w:themeColor="accent1"/>
                                <w:spacing w:val="20"/>
                                <w:sz w:val="32"/>
                                <w:szCs w:val="3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4F81BD" w:themeColor="accent1"/>
                                <w:spacing w:val="20"/>
                                <w:sz w:val="32"/>
                                <w:szCs w:val="3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He said that black looks like a dimension to a new world and why dark blue looks like the misty ocean were dark creatures lie and why red is the sound of an injured man screaming in a </w:t>
                            </w:r>
                            <w:proofErr w:type="spellStart"/>
                            <w:r>
                              <w:rPr>
                                <w:b/>
                                <w:color w:val="4F81BD" w:themeColor="accent1"/>
                                <w:spacing w:val="20"/>
                                <w:sz w:val="32"/>
                                <w:szCs w:val="3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hallow</w:t>
                            </w:r>
                            <w:proofErr w:type="spellEnd"/>
                            <w:r>
                              <w:rPr>
                                <w:b/>
                                <w:color w:val="4F81BD" w:themeColor="accent1"/>
                                <w:spacing w:val="20"/>
                                <w:sz w:val="32"/>
                                <w:szCs w:val="3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 chamber and dark green looks like a master monk jacket worn with pride and courage and blue is pure air that flows through the sky</w:t>
                            </w:r>
                            <w:r w:rsidR="00466713">
                              <w:rPr>
                                <w:b/>
                                <w:color w:val="4F81BD" w:themeColor="accent1"/>
                                <w:spacing w:val="20"/>
                                <w:sz w:val="32"/>
                                <w:szCs w:val="3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 and why red is the of the beautiful petals on a rose.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color w:val="4F81BD" w:themeColor="accent1"/>
                                <w:spacing w:val="20"/>
                                <w:sz w:val="32"/>
                                <w:szCs w:val="3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16.25pt;height:288.7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">
                <v:textbox>
                  <w:txbxContent>
                    <w:p w:rsidR="00C852E5" w:rsidRDefault="00C852E5">
                      <w:pPr>
                        <w:rPr>
                          <w:b/>
                          <w:color w:val="4F81BD" w:themeColor="accent1"/>
                          <w:spacing w:val="20"/>
                          <w:sz w:val="32"/>
                          <w:szCs w:val="3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pacing w:val="20"/>
                          <w:sz w:val="32"/>
                          <w:szCs w:val="3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I asked the monk who cannot see what is colour like?</w:t>
                      </w:r>
                    </w:p>
                    <w:p w:rsidR="00C852E5" w:rsidRPr="00C852E5" w:rsidRDefault="00C852E5">
                      <w:pPr>
                        <w:rPr>
                          <w:b/>
                          <w:color w:val="4F81BD" w:themeColor="accent1"/>
                          <w:spacing w:val="20"/>
                          <w:sz w:val="32"/>
                          <w:szCs w:val="3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4F81BD" w:themeColor="accent1"/>
                          <w:spacing w:val="20"/>
                          <w:sz w:val="32"/>
                          <w:szCs w:val="3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He said that black looks like a dimension to a new world and why dark blue looks like the misty ocean were dark creatures lie and why red is the sound of an injured man screaming in a </w:t>
                      </w:r>
                      <w:proofErr w:type="spellStart"/>
                      <w:r>
                        <w:rPr>
                          <w:b/>
                          <w:color w:val="4F81BD" w:themeColor="accent1"/>
                          <w:spacing w:val="20"/>
                          <w:sz w:val="32"/>
                          <w:szCs w:val="3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hallow</w:t>
                      </w:r>
                      <w:proofErr w:type="spellEnd"/>
                      <w:r>
                        <w:rPr>
                          <w:b/>
                          <w:color w:val="4F81BD" w:themeColor="accent1"/>
                          <w:spacing w:val="20"/>
                          <w:sz w:val="32"/>
                          <w:szCs w:val="3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 chamber and dark green looks like a master monk jacket worn with pride and courage and blue is pure air that flows through the sky</w:t>
                      </w:r>
                      <w:r w:rsidR="00466713">
                        <w:rPr>
                          <w:b/>
                          <w:color w:val="4F81BD" w:themeColor="accent1"/>
                          <w:spacing w:val="20"/>
                          <w:sz w:val="32"/>
                          <w:szCs w:val="3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 and why red is the of the beautiful petals on a rose.</w:t>
                      </w:r>
                      <w:bookmarkStart w:id="1" w:name="_GoBack"/>
                      <w:bookmarkEnd w:id="1"/>
                      <w:r>
                        <w:rPr>
                          <w:b/>
                          <w:color w:val="4F81BD" w:themeColor="accent1"/>
                          <w:spacing w:val="20"/>
                          <w:sz w:val="32"/>
                          <w:szCs w:val="3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852E5" w:rsidRPr="00C852E5" w:rsidRDefault="00C852E5">
      <w:pPr>
        <w:rPr>
          <w:b/>
          <w:spacing w:val="60"/>
          <w:sz w:val="44"/>
          <w:szCs w:val="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sectPr w:rsidR="00C852E5" w:rsidRPr="00C852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85"/>
    <w:rsid w:val="00182BCF"/>
    <w:rsid w:val="00466713"/>
    <w:rsid w:val="00AF5D85"/>
    <w:rsid w:val="00C8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21A63861</Template>
  <TotalTime>11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2011-04-12T22:21:00Z</dcterms:created>
  <dcterms:modified xsi:type="dcterms:W3CDTF">2011-04-12T22:32:00Z</dcterms:modified>
</cp:coreProperties>
</file>